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1"/>
      </w:tblGrid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591" w:type="dxa"/>
          </w:tcPr>
          <w:p w:rsidR="008A348D" w:rsidRPr="00212BB1" w:rsidRDefault="008A348D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CCR1S1NCEN</w:t>
            </w:r>
          </w:p>
        </w:tc>
      </w:tr>
      <w:tr w:rsidR="008A348D" w:rsidRPr="00AD0B42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8A348D" w:rsidRPr="00AD0B42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591" w:type="dxa"/>
          </w:tcPr>
          <w:p w:rsidR="008A348D" w:rsidRPr="00640E02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591" w:type="dxa"/>
          </w:tcPr>
          <w:p w:rsidR="008A348D" w:rsidRDefault="008A348D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591" w:type="dxa"/>
          </w:tcPr>
          <w:p w:rsidR="008A348D" w:rsidRPr="00986C54" w:rsidRDefault="00BF574E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8A348D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8A348D">
              <w:rPr>
                <w:rFonts w:asciiTheme="minorHAnsi" w:hAnsiTheme="minorHAnsi" w:cstheme="minorHAnsi"/>
                <w:lang w:val="de-DE"/>
              </w:rPr>
              <w:t>Beutel</w:t>
            </w:r>
            <w:r w:rsidR="008A348D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Englisch </w:t>
            </w:r>
          </w:p>
        </w:tc>
      </w:tr>
      <w:tr w:rsidR="008A348D" w:rsidRPr="00AD0B42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8A348D" w:rsidRPr="00AD0B42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A348D" w:rsidRPr="00D2754D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591" w:type="dxa"/>
          </w:tcPr>
          <w:p w:rsidR="008A348D" w:rsidRPr="00986C54" w:rsidRDefault="00BF574E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8A348D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591" w:type="dxa"/>
          </w:tcPr>
          <w:p w:rsidR="008A348D" w:rsidRPr="00986C54" w:rsidRDefault="00BF574E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8A348D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A348D" w:rsidRPr="00AD0B42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8A348D" w:rsidRPr="00AD0B42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8A348D" w:rsidRPr="00986C54" w:rsidRDefault="008A348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591" w:type="dxa"/>
          </w:tcPr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AD0B42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8A348D" w:rsidRPr="00986C54" w:rsidRDefault="00BF574E" w:rsidP="00CE5B28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8A348D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CE5B28">
              <w:rPr>
                <w:rFonts w:asciiTheme="minorHAnsi" w:hAnsiTheme="minorHAnsi" w:cstheme="minorHAnsi"/>
                <w:lang w:val="de-DE"/>
              </w:rPr>
              <w:t>Beutel</w:t>
            </w:r>
            <w:r w:rsidR="00CE5B28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8A348D" w:rsidRPr="00986C54">
              <w:rPr>
                <w:rFonts w:asciiTheme="minorHAnsi" w:hAnsiTheme="minorHAnsi" w:cstheme="minorHAnsi"/>
                <w:lang w:val="de-DE"/>
              </w:rPr>
              <w:t>mit Seife und Desinfektion</w:t>
            </w:r>
            <w:bookmarkStart w:id="0" w:name="_GoBack"/>
            <w:bookmarkEnd w:id="0"/>
            <w:r w:rsidR="008A348D" w:rsidRPr="00986C54">
              <w:rPr>
                <w:rFonts w:asciiTheme="minorHAnsi" w:hAnsiTheme="minorHAnsi" w:cstheme="minorHAnsi"/>
                <w:lang w:val="de-DE"/>
              </w:rPr>
              <w:t>smittel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8A348D" w:rsidRPr="00986C54" w:rsidRDefault="008A348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8A348D" w:rsidRPr="00986C54" w:rsidRDefault="008A348D" w:rsidP="00BF574E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8A348D" w:rsidRPr="00242319" w:rsidTr="00CC0011">
        <w:tc>
          <w:tcPr>
            <w:tcW w:w="3652" w:type="dxa"/>
          </w:tcPr>
          <w:p w:rsidR="008A348D" w:rsidRPr="00986C54" w:rsidRDefault="008A348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8A348D" w:rsidRPr="00242319" w:rsidRDefault="008A348D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D7A" w:rsidRDefault="00967D7A" w:rsidP="00187130">
      <w:pPr>
        <w:spacing w:line="240" w:lineRule="auto"/>
      </w:pPr>
      <w:r>
        <w:separator/>
      </w:r>
    </w:p>
  </w:endnote>
  <w:endnote w:type="continuationSeparator" w:id="0">
    <w:p w:rsidR="00967D7A" w:rsidRDefault="00967D7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2480C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640E02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</w:t>
          </w:r>
          <w:r w:rsidR="00640E02">
            <w:rPr>
              <w:sz w:val="16"/>
              <w:szCs w:val="16"/>
            </w:rPr>
            <w:t>2020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E5B2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E5B2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D7A" w:rsidRDefault="00967D7A" w:rsidP="00187130">
      <w:pPr>
        <w:spacing w:line="240" w:lineRule="auto"/>
      </w:pPr>
      <w:r>
        <w:separator/>
      </w:r>
    </w:p>
  </w:footnote>
  <w:footnote w:type="continuationSeparator" w:id="0">
    <w:p w:rsidR="00967D7A" w:rsidRDefault="00967D7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2480C"/>
    <w:rsid w:val="0016579A"/>
    <w:rsid w:val="00187130"/>
    <w:rsid w:val="00520B84"/>
    <w:rsid w:val="00640E02"/>
    <w:rsid w:val="006F3CB6"/>
    <w:rsid w:val="008A348D"/>
    <w:rsid w:val="008D6316"/>
    <w:rsid w:val="00921DEB"/>
    <w:rsid w:val="00967D7A"/>
    <w:rsid w:val="00AD0B42"/>
    <w:rsid w:val="00B32D1F"/>
    <w:rsid w:val="00BF574E"/>
    <w:rsid w:val="00CE5B28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2F0DDCB"/>
  <w15:docId w15:val="{34437510-8F5F-4364-BF2E-DBDD29CC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2015-05-21T07:00:00Z</dcterms:created>
  <dcterms:modified xsi:type="dcterms:W3CDTF">2020-01-27T16:00:00Z</dcterms:modified>
</cp:coreProperties>
</file>